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7B7C98" w:rsidP="0092285A">
      <w:pPr>
        <w:pStyle w:val="Title"/>
        <w:rPr>
          <w:b/>
          <w:sz w:val="36"/>
          <w:szCs w:val="36"/>
          <w:u w:val="single"/>
        </w:rPr>
      </w:pPr>
      <w:r>
        <w:rPr>
          <w:b/>
          <w:sz w:val="36"/>
          <w:szCs w:val="36"/>
          <w:u w:val="single"/>
        </w:rPr>
        <w:t>Contemporary Issues</w:t>
      </w:r>
    </w:p>
    <w:p w:rsidR="007B7C98" w:rsidRPr="00AA3FAE" w:rsidRDefault="007B7C98">
      <w:pPr>
        <w:pStyle w:val="Title"/>
        <w:rPr>
          <w:i/>
          <w:iCs/>
          <w:szCs w:val="32"/>
        </w:rPr>
      </w:pPr>
      <w:r>
        <w:rPr>
          <w:i/>
          <w:iCs/>
          <w:szCs w:val="32"/>
        </w:rPr>
        <w:t>Fall Semester -2011-</w:t>
      </w:r>
    </w:p>
    <w:p w:rsidR="007B7C98" w:rsidRPr="00771349" w:rsidRDefault="007B7C98">
      <w:pPr>
        <w:pStyle w:val="Subtitle"/>
        <w:rPr>
          <w:sz w:val="32"/>
          <w:szCs w:val="32"/>
        </w:rPr>
      </w:pPr>
      <w:r w:rsidRPr="00771349">
        <w:rPr>
          <w:sz w:val="32"/>
          <w:szCs w:val="32"/>
        </w:rPr>
        <w:t>-Mr. Ranweiler-</w:t>
      </w:r>
    </w:p>
    <w:p w:rsidR="007B7C98" w:rsidRPr="0092285A" w:rsidRDefault="007B7C98">
      <w:pPr>
        <w:pStyle w:val="Subtitle"/>
        <w:rPr>
          <w:sz w:val="24"/>
        </w:rPr>
      </w:pPr>
      <w:r>
        <w:rPr>
          <w:sz w:val="24"/>
        </w:rPr>
        <w:t>Room 205</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wikispace: ranweiler-socialscience.wikispaces.com</w:t>
      </w:r>
    </w:p>
    <w:p w:rsidR="007B7C98" w:rsidRPr="002F0773" w:rsidRDefault="007B7C98" w:rsidP="00771349">
      <w:pPr>
        <w:pStyle w:val="Subtitle"/>
        <w:rPr>
          <w:szCs w:val="28"/>
        </w:rPr>
      </w:pPr>
    </w:p>
    <w:p w:rsidR="007B7C98" w:rsidRDefault="007B7C98"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7B7C98" w:rsidRPr="001237C8" w:rsidRDefault="007B7C98" w:rsidP="00063BBA">
      <w:pPr>
        <w:pStyle w:val="Subtitle"/>
        <w:rPr>
          <w:sz w:val="24"/>
        </w:rPr>
      </w:pPr>
      <w:r>
        <w:rPr>
          <w:sz w:val="24"/>
        </w:rPr>
        <w:t>My p</w:t>
      </w:r>
      <w:r w:rsidRPr="001237C8">
        <w:rPr>
          <w:sz w:val="24"/>
        </w:rPr>
        <w:t>lanning periods are ____ and ____.</w:t>
      </w:r>
    </w:p>
    <w:p w:rsidR="007B7C98" w:rsidRPr="00017977" w:rsidRDefault="007B7C98" w:rsidP="001237C8">
      <w:pPr>
        <w:jc w:val="center"/>
        <w:rPr>
          <w:b/>
        </w:rPr>
      </w:pPr>
      <w:r w:rsidRPr="00017977">
        <w:rPr>
          <w:b/>
        </w:rPr>
        <w:tab/>
      </w:r>
    </w:p>
    <w:p w:rsidR="007B7C98" w:rsidRDefault="007B7C98" w:rsidP="00280352">
      <w:pPr>
        <w:jc w:val="center"/>
        <w:rPr>
          <w:noProof/>
        </w:rPr>
      </w:pPr>
      <w:r w:rsidRPr="007E1C5C">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6.25pt;height:76.5pt;visibility:visible">
            <v:imagedata r:id="rId6" o:title=""/>
          </v:shape>
        </w:pict>
      </w:r>
      <w:r>
        <w:rPr>
          <w:noProof/>
        </w:rPr>
        <w:tab/>
      </w:r>
      <w:r>
        <w:rPr>
          <w:noProof/>
        </w:rPr>
        <w:tab/>
      </w:r>
      <w:r w:rsidRPr="00810C72">
        <w:rPr>
          <w:noProof/>
        </w:rPr>
        <w:pict>
          <v:shape id="Picture 2" o:spid="_x0000_i1026" type="#_x0000_t75" style="width:71.25pt;height:69.75pt;visibility:visible">
            <v:imagedata r:id="rId7" o:title=""/>
          </v:shape>
        </w:pict>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592D7B" w:rsidRDefault="007B7C98" w:rsidP="00592D7B">
      <w:pPr>
        <w:pStyle w:val="Heading1"/>
        <w:jc w:val="left"/>
        <w:rPr>
          <w:sz w:val="24"/>
        </w:rPr>
      </w:pPr>
      <w:r w:rsidRPr="00592D7B">
        <w:rPr>
          <w:sz w:val="24"/>
        </w:rPr>
        <w:t>Students in this Contemporary Issues class will acquire the knowledge and skills to gather, analyze and apply information and ideas. Student will also acquire the knowledge and skills to communicate effectively within and beyond the classroom. They will acquire the knowledge and skills to recognize and solve problems; and to make decisions and act as responsible members of society.</w:t>
      </w:r>
    </w:p>
    <w:p w:rsidR="007B7C98" w:rsidRDefault="007B7C98" w:rsidP="00F20121">
      <w:pPr>
        <w:rPr>
          <w:b/>
          <w:bCs/>
          <w:u w:val="single"/>
        </w:rPr>
      </w:pP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Default="007B7C98" w:rsidP="00F20121">
      <w:r>
        <w:t xml:space="preserve">This course will cover the current issues in the World and the </w:t>
      </w:r>
      <w:smartTag w:uri="urn:schemas-microsoft-com:office:smarttags" w:element="place">
        <w:smartTag w:uri="urn:schemas-microsoft-com:office:smarttags" w:element="country-region">
          <w:r>
            <w:t>United States</w:t>
          </w:r>
        </w:smartTag>
      </w:smartTag>
      <w:r>
        <w:t>. Students will read articles in various magazines, newspapers and student publications. They will answer questions on these articles and use them as a basis for discussion. They will also view videos on news programs and evaluate them.  While the students may not find answers, and certainly no easy answers, from the class, they should become more educated about these issues, and better able to confront the challenges they will face as they move forward in their lives.</w:t>
      </w:r>
    </w:p>
    <w:p w:rsidR="007B7C98" w:rsidRPr="00592D7B" w:rsidRDefault="007B7C98" w:rsidP="00592D7B"/>
    <w:p w:rsidR="007B7C98" w:rsidRDefault="007B7C98" w:rsidP="00C806B2">
      <w:pPr>
        <w:pStyle w:val="Heading1"/>
        <w:jc w:val="left"/>
        <w:rPr>
          <w:b/>
          <w:sz w:val="24"/>
        </w:rPr>
      </w:pPr>
      <w:r w:rsidRPr="00017977">
        <w:rPr>
          <w:b/>
          <w:sz w:val="24"/>
        </w:rPr>
        <w:t>It is a semester course and covers the following areas:</w:t>
      </w:r>
    </w:p>
    <w:p w:rsidR="007B7C98" w:rsidRDefault="007B7C98" w:rsidP="00280352"/>
    <w:p w:rsidR="007B7C98" w:rsidRDefault="007B7C98" w:rsidP="00280352">
      <w:pPr>
        <w:rPr>
          <w:sz w:val="28"/>
          <w:szCs w:val="28"/>
        </w:rPr>
      </w:pPr>
      <w:smartTag w:uri="urn:schemas-microsoft-com:office:smarttags" w:element="place">
        <w:smartTag w:uri="urn:schemas-microsoft-com:office:smarttags" w:element="country-region">
          <w:r w:rsidRPr="00280352">
            <w:rPr>
              <w:sz w:val="28"/>
              <w:szCs w:val="28"/>
            </w:rPr>
            <w:t>U.S.</w:t>
          </w:r>
        </w:smartTag>
      </w:smartTag>
      <w:r w:rsidRPr="00280352">
        <w:rPr>
          <w:sz w:val="28"/>
          <w:szCs w:val="28"/>
        </w:rPr>
        <w:t xml:space="preserve"> Relationships</w:t>
      </w:r>
      <w:r w:rsidRPr="00280352">
        <w:rPr>
          <w:sz w:val="28"/>
          <w:szCs w:val="28"/>
        </w:rPr>
        <w:tab/>
      </w:r>
      <w:r w:rsidRPr="00280352">
        <w:rPr>
          <w:sz w:val="28"/>
          <w:szCs w:val="28"/>
        </w:rPr>
        <w:tab/>
        <w:t>Conspiracies</w:t>
      </w:r>
      <w:r w:rsidRPr="00280352">
        <w:rPr>
          <w:sz w:val="28"/>
          <w:szCs w:val="28"/>
        </w:rPr>
        <w:tab/>
      </w:r>
      <w:r w:rsidRPr="00280352">
        <w:rPr>
          <w:sz w:val="28"/>
          <w:szCs w:val="28"/>
        </w:rPr>
        <w:tab/>
        <w:t>Propaganda</w:t>
      </w:r>
      <w:r w:rsidRPr="00280352">
        <w:rPr>
          <w:sz w:val="28"/>
          <w:szCs w:val="28"/>
        </w:rPr>
        <w:tab/>
      </w:r>
      <w:r w:rsidRPr="00280352">
        <w:rPr>
          <w:sz w:val="28"/>
          <w:szCs w:val="28"/>
        </w:rPr>
        <w:tab/>
      </w:r>
    </w:p>
    <w:p w:rsidR="007B7C98" w:rsidRDefault="007B7C98" w:rsidP="00280352">
      <w:pPr>
        <w:rPr>
          <w:sz w:val="28"/>
          <w:szCs w:val="28"/>
        </w:rPr>
      </w:pPr>
    </w:p>
    <w:p w:rsidR="007B7C98" w:rsidRDefault="007B7C98" w:rsidP="00280352">
      <w:pPr>
        <w:rPr>
          <w:sz w:val="28"/>
          <w:szCs w:val="28"/>
        </w:rPr>
      </w:pPr>
      <w:r w:rsidRPr="00280352">
        <w:rPr>
          <w:sz w:val="28"/>
          <w:szCs w:val="28"/>
        </w:rPr>
        <w:t>Immigration</w:t>
      </w:r>
      <w:r>
        <w:rPr>
          <w:sz w:val="28"/>
          <w:szCs w:val="28"/>
        </w:rPr>
        <w:tab/>
      </w:r>
      <w:r>
        <w:rPr>
          <w:sz w:val="28"/>
          <w:szCs w:val="28"/>
        </w:rPr>
        <w:tab/>
      </w:r>
      <w:r>
        <w:rPr>
          <w:sz w:val="28"/>
          <w:szCs w:val="28"/>
        </w:rPr>
        <w:tab/>
        <w:t>Economics</w:t>
      </w:r>
      <w:r w:rsidRPr="00280352">
        <w:rPr>
          <w:sz w:val="28"/>
          <w:szCs w:val="28"/>
        </w:rPr>
        <w:tab/>
      </w:r>
      <w:r>
        <w:rPr>
          <w:sz w:val="28"/>
          <w:szCs w:val="28"/>
        </w:rPr>
        <w:tab/>
      </w:r>
      <w:r>
        <w:rPr>
          <w:sz w:val="28"/>
          <w:szCs w:val="28"/>
        </w:rPr>
        <w:tab/>
      </w:r>
      <w:r w:rsidRPr="00280352">
        <w:rPr>
          <w:sz w:val="28"/>
          <w:szCs w:val="28"/>
        </w:rPr>
        <w:t>Energy sources/types</w:t>
      </w:r>
      <w:r w:rsidRPr="00280352">
        <w:rPr>
          <w:sz w:val="28"/>
          <w:szCs w:val="28"/>
        </w:rPr>
        <w:tab/>
      </w:r>
      <w:r w:rsidRPr="00280352">
        <w:rPr>
          <w:sz w:val="28"/>
          <w:szCs w:val="28"/>
        </w:rPr>
        <w:tab/>
      </w:r>
    </w:p>
    <w:p w:rsidR="007B7C98" w:rsidRPr="00280352" w:rsidRDefault="007B7C98" w:rsidP="00280352">
      <w:pPr>
        <w:rPr>
          <w:sz w:val="28"/>
          <w:szCs w:val="28"/>
        </w:rPr>
      </w:pPr>
      <w:r>
        <w:rPr>
          <w:sz w:val="28"/>
          <w:szCs w:val="28"/>
        </w:rPr>
        <w:t>Government/Elections</w:t>
      </w:r>
      <w:r w:rsidRPr="00280352">
        <w:rPr>
          <w:sz w:val="28"/>
          <w:szCs w:val="28"/>
        </w:rPr>
        <w:t xml:space="preserve">         Freedom of Speech/Privacy</w:t>
      </w:r>
    </w:p>
    <w:p w:rsidR="007B7C98" w:rsidRDefault="007B7C98" w:rsidP="00636E4F">
      <w:pPr>
        <w:rPr>
          <w:b/>
          <w:i/>
          <w:iCs/>
        </w:rPr>
      </w:pPr>
    </w:p>
    <w:p w:rsidR="007B7C98" w:rsidRDefault="007B7C98" w:rsidP="00636E4F">
      <w:pPr>
        <w:rPr>
          <w:b/>
          <w:i/>
          <w:iCs/>
        </w:rPr>
      </w:pPr>
      <w:r w:rsidRPr="00071114">
        <w:rPr>
          <w:b/>
          <w:i/>
          <w:iCs/>
        </w:rPr>
        <w:t>Expectations:</w:t>
      </w:r>
    </w:p>
    <w:p w:rsidR="007B7C98" w:rsidRPr="00071114" w:rsidRDefault="007B7C98" w:rsidP="00636E4F">
      <w:pPr>
        <w:rPr>
          <w:b/>
          <w:i/>
          <w:iCs/>
        </w:rPr>
      </w:pP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C806B2" w:rsidRDefault="007B7C98" w:rsidP="00771349">
      <w:pPr>
        <w:ind w:left="2880" w:firstLine="720"/>
        <w:rPr>
          <w:b/>
          <w:u w:val="single"/>
        </w:rPr>
      </w:pPr>
      <w:r w:rsidRPr="00C806B2">
        <w:rPr>
          <w:b/>
          <w:u w:val="single"/>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7B7C98" w:rsidRDefault="007B7C98"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7B7C98" w:rsidRDefault="007B7C98" w:rsidP="00C806B2">
      <w:r>
        <w:t>(Check your agenda if you need a refresher of the school’s policy.)</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Pr="00171055" w:rsidRDefault="007B7C98" w:rsidP="00171055">
      <w:pPr>
        <w:rPr>
          <w:b/>
          <w:i/>
          <w:u w:val="single"/>
        </w:rPr>
      </w:pPr>
      <w:r w:rsidRPr="00171055">
        <w:rPr>
          <w:b/>
          <w:i/>
          <w:u w:val="single"/>
        </w:rPr>
        <w:t>WikiSpace Website:</w:t>
      </w:r>
    </w:p>
    <w:p w:rsidR="007B7C98" w:rsidRDefault="007B7C98" w:rsidP="00171055"/>
    <w:p w:rsidR="007B7C98" w:rsidRDefault="007B7C98" w:rsidP="00171055">
      <w:r w:rsidRPr="00EE41B7">
        <w:t>http://ranweiler-socialscience.wikispaces.com/</w:t>
      </w:r>
    </w:p>
    <w:p w:rsidR="007B7C98" w:rsidRDefault="007B7C98" w:rsidP="00171055"/>
    <w:p w:rsidR="007B7C98" w:rsidRPr="0095600F" w:rsidRDefault="007B7C98" w:rsidP="00171055">
      <w:pPr>
        <w:pStyle w:val="ListParagraph"/>
        <w:numPr>
          <w:ilvl w:val="0"/>
          <w:numId w:val="3"/>
        </w:numPr>
        <w:rPr>
          <w:b/>
          <w:i/>
        </w:rPr>
      </w:pPr>
      <w:r>
        <w:rPr>
          <w:b/>
          <w:i/>
        </w:rPr>
        <w:t>Here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FAE"/>
    <w:rsid w:val="000144CC"/>
    <w:rsid w:val="00017977"/>
    <w:rsid w:val="0005526E"/>
    <w:rsid w:val="00063601"/>
    <w:rsid w:val="00063BBA"/>
    <w:rsid w:val="00071114"/>
    <w:rsid w:val="000C4BEA"/>
    <w:rsid w:val="001237C8"/>
    <w:rsid w:val="00171055"/>
    <w:rsid w:val="001C1DA4"/>
    <w:rsid w:val="00261FEE"/>
    <w:rsid w:val="00280352"/>
    <w:rsid w:val="002F0773"/>
    <w:rsid w:val="00356D93"/>
    <w:rsid w:val="003826DC"/>
    <w:rsid w:val="003B0B86"/>
    <w:rsid w:val="003D6D51"/>
    <w:rsid w:val="00411BD5"/>
    <w:rsid w:val="00486E30"/>
    <w:rsid w:val="004903A4"/>
    <w:rsid w:val="004B1D2F"/>
    <w:rsid w:val="004E55BE"/>
    <w:rsid w:val="0050468D"/>
    <w:rsid w:val="00592D7B"/>
    <w:rsid w:val="00614F99"/>
    <w:rsid w:val="00636E4F"/>
    <w:rsid w:val="00692A77"/>
    <w:rsid w:val="006F68F5"/>
    <w:rsid w:val="00771349"/>
    <w:rsid w:val="007B7C98"/>
    <w:rsid w:val="007E1C5C"/>
    <w:rsid w:val="00810C72"/>
    <w:rsid w:val="00827885"/>
    <w:rsid w:val="008E71BF"/>
    <w:rsid w:val="0092285A"/>
    <w:rsid w:val="00940501"/>
    <w:rsid w:val="0095600F"/>
    <w:rsid w:val="00A0437E"/>
    <w:rsid w:val="00AA37F1"/>
    <w:rsid w:val="00AA3FAE"/>
    <w:rsid w:val="00BC145E"/>
    <w:rsid w:val="00BF28E7"/>
    <w:rsid w:val="00C46B86"/>
    <w:rsid w:val="00C70F2C"/>
    <w:rsid w:val="00C806B2"/>
    <w:rsid w:val="00D333A4"/>
    <w:rsid w:val="00D41C2A"/>
    <w:rsid w:val="00DF3280"/>
    <w:rsid w:val="00E0379C"/>
    <w:rsid w:val="00EE41B7"/>
    <w:rsid w:val="00F20121"/>
    <w:rsid w:val="00F951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curtis.ranweiler@thompsonschool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514</TotalTime>
  <Pages>2</Pages>
  <Words>413</Words>
  <Characters>2359</Characters>
  <Application>Microsoft Office Outlook</Application>
  <DocSecurity>0</DocSecurity>
  <Lines>0</Lines>
  <Paragraphs>0</Paragraphs>
  <ScaleCrop>false</ScaleCrop>
  <Company>Turner Middle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Thompson R-2J</dc:creator>
  <cp:keywords/>
  <dc:description/>
  <cp:lastModifiedBy>Curtis Ranweiler</cp:lastModifiedBy>
  <cp:revision>5</cp:revision>
  <cp:lastPrinted>2011-08-19T18:09:00Z</cp:lastPrinted>
  <dcterms:created xsi:type="dcterms:W3CDTF">2011-08-16T21:12:00Z</dcterms:created>
  <dcterms:modified xsi:type="dcterms:W3CDTF">2011-08-19T19:06:00Z</dcterms:modified>
</cp:coreProperties>
</file>